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01B4409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B04CBF">
        <w:rPr>
          <w:rFonts w:eastAsia="Times New Roman" w:cs="Times New Roman"/>
          <w:lang w:eastAsia="cs-CZ"/>
        </w:rPr>
        <w:t xml:space="preserve"> č.j. 149431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91BDF">
        <w:rPr>
          <w:rFonts w:eastAsia="Times New Roman" w:cs="Times New Roman"/>
          <w:lang w:eastAsia="cs-CZ"/>
        </w:rPr>
        <w:t>1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BAF3906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2C1C45">
        <w:rPr>
          <w:noProof/>
        </w:rPr>
        <w:t xml:space="preserve"> komodit IT pro resort MD ČR – 8</w:t>
      </w:r>
      <w:r w:rsidR="00167955">
        <w:rPr>
          <w:noProof/>
        </w:rPr>
        <w:t xml:space="preserve">. kolo“, č.j. </w:t>
      </w:r>
      <w:r w:rsidR="00B04CBF">
        <w:rPr>
          <w:noProof/>
        </w:rPr>
        <w:t>149431</w:t>
      </w:r>
      <w:r w:rsidR="00BD2D85">
        <w:rPr>
          <w:noProof/>
        </w:rPr>
        <w:t>/202</w:t>
      </w:r>
      <w:r w:rsidR="00A91BDF">
        <w:rPr>
          <w:noProof/>
        </w:rPr>
        <w:t>1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64DC9" w14:textId="77777777" w:rsidR="00673DC4" w:rsidRDefault="00673DC4" w:rsidP="00962258">
      <w:pPr>
        <w:spacing w:after="0" w:line="240" w:lineRule="auto"/>
      </w:pPr>
      <w:r>
        <w:separator/>
      </w:r>
    </w:p>
  </w:endnote>
  <w:endnote w:type="continuationSeparator" w:id="0">
    <w:p w14:paraId="7E688314" w14:textId="77777777" w:rsidR="00673DC4" w:rsidRDefault="00673D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46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46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9417F" w14:textId="77777777" w:rsidR="00673DC4" w:rsidRDefault="00673DC4" w:rsidP="00962258">
      <w:pPr>
        <w:spacing w:after="0" w:line="240" w:lineRule="auto"/>
      </w:pPr>
      <w:r>
        <w:separator/>
      </w:r>
    </w:p>
  </w:footnote>
  <w:footnote w:type="continuationSeparator" w:id="0">
    <w:p w14:paraId="176589D7" w14:textId="77777777" w:rsidR="00673DC4" w:rsidRDefault="00673D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6619"/>
    <w:rsid w:val="00011603"/>
    <w:rsid w:val="000132F2"/>
    <w:rsid w:val="00014C7C"/>
    <w:rsid w:val="00072C1E"/>
    <w:rsid w:val="000A46BB"/>
    <w:rsid w:val="000C4FAB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1C45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246C8"/>
    <w:rsid w:val="00660AD3"/>
    <w:rsid w:val="00673DC4"/>
    <w:rsid w:val="00677B7F"/>
    <w:rsid w:val="006A5570"/>
    <w:rsid w:val="006A689C"/>
    <w:rsid w:val="006B3D79"/>
    <w:rsid w:val="006D216D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E3527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61445"/>
    <w:rsid w:val="00A6177B"/>
    <w:rsid w:val="00A66136"/>
    <w:rsid w:val="00A71734"/>
    <w:rsid w:val="00A91BDF"/>
    <w:rsid w:val="00AA4CBB"/>
    <w:rsid w:val="00AA65FA"/>
    <w:rsid w:val="00AA7351"/>
    <w:rsid w:val="00AB0F1D"/>
    <w:rsid w:val="00AD056F"/>
    <w:rsid w:val="00AD6731"/>
    <w:rsid w:val="00AE26B3"/>
    <w:rsid w:val="00B04CBF"/>
    <w:rsid w:val="00B15D0D"/>
    <w:rsid w:val="00B24864"/>
    <w:rsid w:val="00B75EE1"/>
    <w:rsid w:val="00B77481"/>
    <w:rsid w:val="00B8518B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7FD005-9EF9-4445-9A94-CCB4B301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7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37</cp:revision>
  <cp:lastPrinted>2021-09-14T14:01:00Z</cp:lastPrinted>
  <dcterms:created xsi:type="dcterms:W3CDTF">2020-06-11T06:14:00Z</dcterms:created>
  <dcterms:modified xsi:type="dcterms:W3CDTF">2021-09-14T14:01:00Z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